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56515">
        <w:rPr>
          <w:rFonts w:ascii="Arial" w:hAnsi="Arial" w:cs="Arial"/>
          <w:b/>
          <w:caps/>
          <w:sz w:val="28"/>
          <w:szCs w:val="28"/>
        </w:rPr>
        <w:t>77</w:t>
      </w:r>
      <w:r w:rsidR="0029449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F3F73" w:rsidRDefault="002944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4495">
              <w:rPr>
                <w:rFonts w:ascii="Arial" w:hAnsi="Arial" w:cs="Arial"/>
                <w:sz w:val="20"/>
                <w:szCs w:val="20"/>
              </w:rPr>
              <w:t>Solicita providências visando à capina e limpeza de terreno e corresponde</w:t>
            </w:r>
            <w:r>
              <w:rPr>
                <w:rFonts w:ascii="Arial" w:hAnsi="Arial" w:cs="Arial"/>
                <w:sz w:val="20"/>
                <w:szCs w:val="20"/>
              </w:rPr>
              <w:t>nte</w:t>
            </w:r>
            <w:r w:rsidRPr="00294495">
              <w:rPr>
                <w:rFonts w:ascii="Arial" w:hAnsi="Arial" w:cs="Arial"/>
                <w:sz w:val="20"/>
                <w:szCs w:val="20"/>
              </w:rPr>
              <w:t xml:space="preserve"> área de calçada na Rua </w:t>
            </w:r>
            <w:proofErr w:type="spellStart"/>
            <w:r w:rsidRPr="00294495">
              <w:rPr>
                <w:rFonts w:ascii="Arial" w:hAnsi="Arial" w:cs="Arial"/>
                <w:sz w:val="20"/>
                <w:szCs w:val="20"/>
              </w:rPr>
              <w:t>Idaho</w:t>
            </w:r>
            <w:proofErr w:type="spellEnd"/>
            <w:r w:rsidRPr="00294495">
              <w:rPr>
                <w:rFonts w:ascii="Arial" w:hAnsi="Arial" w:cs="Arial"/>
                <w:sz w:val="20"/>
                <w:szCs w:val="20"/>
              </w:rPr>
              <w:t>, ao lado do nº 61,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4495" w:rsidRPr="00294495" w:rsidRDefault="003A77BE" w:rsidP="002944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bookmarkStart w:id="0" w:name="_GoBack"/>
      <w:bookmarkEnd w:id="0"/>
      <w:r>
        <w:rPr>
          <w:rFonts w:ascii="Arial" w:hAnsi="Arial" w:cs="Arial"/>
        </w:rPr>
        <w:t xml:space="preserve">sejam tomadas as providências cabíveis visando </w:t>
      </w:r>
      <w:r w:rsidR="00294495" w:rsidRPr="00294495">
        <w:rPr>
          <w:rFonts w:ascii="Arial" w:hAnsi="Arial" w:cs="Arial"/>
        </w:rPr>
        <w:t>à capina e limpeza de terreno e corresponde</w:t>
      </w:r>
      <w:r w:rsidR="00294495">
        <w:rPr>
          <w:rFonts w:ascii="Arial" w:hAnsi="Arial" w:cs="Arial"/>
        </w:rPr>
        <w:t>nte</w:t>
      </w:r>
      <w:r w:rsidR="00294495" w:rsidRPr="00294495">
        <w:rPr>
          <w:rFonts w:ascii="Arial" w:hAnsi="Arial" w:cs="Arial"/>
        </w:rPr>
        <w:t xml:space="preserve"> área de calçada na Rua </w:t>
      </w:r>
      <w:proofErr w:type="spellStart"/>
      <w:r w:rsidR="00294495" w:rsidRPr="00294495">
        <w:rPr>
          <w:rFonts w:ascii="Arial" w:hAnsi="Arial" w:cs="Arial"/>
        </w:rPr>
        <w:t>Idaho</w:t>
      </w:r>
      <w:proofErr w:type="spellEnd"/>
      <w:r w:rsidR="00294495" w:rsidRPr="00294495">
        <w:rPr>
          <w:rFonts w:ascii="Arial" w:hAnsi="Arial" w:cs="Arial"/>
        </w:rPr>
        <w:t>, ao l</w:t>
      </w:r>
      <w:r w:rsidR="00294495">
        <w:rPr>
          <w:rFonts w:ascii="Arial" w:hAnsi="Arial" w:cs="Arial"/>
        </w:rPr>
        <w:t xml:space="preserve">ado do nº 61, no Jardim Flórida, </w:t>
      </w:r>
      <w:r w:rsidR="00294495" w:rsidRPr="00294495">
        <w:rPr>
          <w:rFonts w:ascii="Arial" w:hAnsi="Arial" w:cs="Arial"/>
        </w:rPr>
        <w:t xml:space="preserve">que está com mato alto, sujeira, lixo e servindo para descarte de entulho, móveis e madeira, impedindo a passagem de pedestres, conforme demonstram as fotos </w:t>
      </w:r>
      <w:r w:rsidR="00294495">
        <w:rPr>
          <w:rFonts w:ascii="Arial" w:hAnsi="Arial" w:cs="Arial"/>
        </w:rPr>
        <w:t>anexas.</w:t>
      </w:r>
    </w:p>
    <w:p w:rsidR="00294495" w:rsidRPr="00294495" w:rsidRDefault="00294495" w:rsidP="002944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94495">
        <w:rPr>
          <w:rFonts w:ascii="Arial" w:hAnsi="Arial" w:cs="Arial"/>
        </w:rPr>
        <w:t>Os moradores solicitam que providências sejam tomadas</w:t>
      </w:r>
      <w:r>
        <w:rPr>
          <w:rFonts w:ascii="Arial" w:hAnsi="Arial" w:cs="Arial"/>
        </w:rPr>
        <w:t>,</w:t>
      </w:r>
      <w:r w:rsidRPr="00294495">
        <w:rPr>
          <w:rFonts w:ascii="Arial" w:hAnsi="Arial" w:cs="Arial"/>
        </w:rPr>
        <w:t xml:space="preserve"> com urgência</w:t>
      </w:r>
      <w:r>
        <w:rPr>
          <w:rFonts w:ascii="Arial" w:hAnsi="Arial" w:cs="Arial"/>
        </w:rPr>
        <w:t>,</w:t>
      </w:r>
      <w:r w:rsidRPr="00294495">
        <w:rPr>
          <w:rFonts w:ascii="Arial" w:hAnsi="Arial" w:cs="Arial"/>
        </w:rPr>
        <w:t xml:space="preserve"> pela prefeitura ou pelo proprietário do imóvel, pois temem que o terreno seja criadouro de animais peçonhentos</w:t>
      </w:r>
      <w:r>
        <w:rPr>
          <w:rFonts w:ascii="Arial" w:hAnsi="Arial" w:cs="Arial"/>
        </w:rPr>
        <w:t>, que</w:t>
      </w:r>
      <w:r w:rsidRPr="00294495">
        <w:rPr>
          <w:rFonts w:ascii="Arial" w:hAnsi="Arial" w:cs="Arial"/>
        </w:rPr>
        <w:t xml:space="preserve"> já estão aparecendo nas residências, além do local servir como maternidade do mosquito da dengue.</w:t>
      </w:r>
    </w:p>
    <w:p w:rsidR="00294495" w:rsidRPr="00294495" w:rsidRDefault="00294495" w:rsidP="002944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94495">
        <w:rPr>
          <w:rFonts w:ascii="Arial" w:hAnsi="Arial" w:cs="Arial"/>
        </w:rPr>
        <w:t>A impossibilidade de uso da calçada do terreno está gerando risco de atropelamento aos pedestres, pois andam pela rua para desviar do mato alto e da péssima conservação do passeio público.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3F73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2F3F73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F3F73" w:rsidRPr="00A34F2C" w:rsidRDefault="002F3F73" w:rsidP="002F3F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F3F73" w:rsidRPr="00A34F2C" w:rsidRDefault="002F3F73" w:rsidP="002F3F7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4495" w:rsidRDefault="00294495" w:rsidP="0029449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26C78466" wp14:editId="4F2EFC85">
            <wp:extent cx="3001807" cy="2250031"/>
            <wp:effectExtent l="0" t="0" r="8255" b="0"/>
            <wp:docPr id="8" name="Imagem 8" descr="C:\Users\G02-3561\Downloads\20180321_15441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20180321_154410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708" cy="2255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495" w:rsidRDefault="00294495" w:rsidP="00294495">
      <w:pPr>
        <w:jc w:val="center"/>
        <w:rPr>
          <w:rFonts w:ascii="Arial" w:hAnsi="Arial" w:cs="Arial"/>
          <w:sz w:val="28"/>
          <w:szCs w:val="28"/>
        </w:rPr>
      </w:pPr>
    </w:p>
    <w:p w:rsidR="00294495" w:rsidRPr="00D71553" w:rsidRDefault="00294495" w:rsidP="0029449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589A4E63" wp14:editId="32BDFE2A">
            <wp:extent cx="3028586" cy="2270104"/>
            <wp:effectExtent l="0" t="0" r="635" b="0"/>
            <wp:docPr id="3" name="Imagem 3" descr="C:\Users\G02-3561\Downloads\20180321_154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2-3561\Downloads\20180321_1543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27" cy="2284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29449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4E771E3D" wp14:editId="4ACFF442">
            <wp:extent cx="2990688" cy="2241697"/>
            <wp:effectExtent l="0" t="0" r="635" b="6350"/>
            <wp:docPr id="4" name="Imagem 4" descr="C:\Users\G02-3561\Downloads\20180321_154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20180321_15435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608" cy="2250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BF6" w:rsidRDefault="00F02BF6">
      <w:r>
        <w:separator/>
      </w:r>
    </w:p>
  </w:endnote>
  <w:endnote w:type="continuationSeparator" w:id="0">
    <w:p w:rsidR="00F02BF6" w:rsidRDefault="00F0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BF6" w:rsidRDefault="00F02BF6">
      <w:r>
        <w:separator/>
      </w:r>
    </w:p>
  </w:footnote>
  <w:footnote w:type="continuationSeparator" w:id="0">
    <w:p w:rsidR="00F02BF6" w:rsidRDefault="00F02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56515">
      <w:rPr>
        <w:rFonts w:ascii="Arial" w:hAnsi="Arial" w:cs="Arial"/>
        <w:b/>
        <w:sz w:val="20"/>
        <w:szCs w:val="20"/>
        <w:u w:val="single"/>
      </w:rPr>
      <w:t>77</w:t>
    </w:r>
    <w:r w:rsidR="0029449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56F0A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44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44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5879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4495"/>
    <w:rsid w:val="002A7434"/>
    <w:rsid w:val="002C4B2B"/>
    <w:rsid w:val="002C5C70"/>
    <w:rsid w:val="002D3D9E"/>
    <w:rsid w:val="002F02DB"/>
    <w:rsid w:val="002F3F73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580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7923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56515"/>
    <w:rsid w:val="00D56F0A"/>
    <w:rsid w:val="00D7770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5D23"/>
    <w:rsid w:val="00F02BF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D4D52-F356-4F30-A7FF-326E051A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195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2018-03-27T15:29:00Z</cp:lastPrinted>
  <dcterms:created xsi:type="dcterms:W3CDTF">2018-03-27T15:23:00Z</dcterms:created>
  <dcterms:modified xsi:type="dcterms:W3CDTF">2018-03-27T15:30:00Z</dcterms:modified>
</cp:coreProperties>
</file>